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A2A51" w:rsidR="00C957BE" w:rsidP="009F7513" w:rsidRDefault="00815D4F" w14:paraId="065B5E23" w14:textId="40BA93A5">
      <w:pPr>
        <w:pStyle w:val="Title"/>
        <w:rPr>
          <w:rFonts w:ascii="Franklin Gothic Book" w:hAnsi="Franklin Gothic Book"/>
        </w:rPr>
      </w:pPr>
      <w:r w:rsidRPr="002A2A51">
        <w:rPr>
          <w:rFonts w:ascii="Franklin Gothic Book" w:hAnsi="Franklin Gothic Book"/>
        </w:rPr>
        <w:t>Instructor</w:t>
      </w:r>
      <w:r w:rsidRPr="002A2A51" w:rsidR="008951F5">
        <w:rPr>
          <w:rFonts w:ascii="Franklin Gothic Book" w:hAnsi="Franklin Gothic Book"/>
        </w:rPr>
        <w:t xml:space="preserve"> </w:t>
      </w:r>
      <w:r w:rsidRPr="002A2A51" w:rsidR="00ED6E12">
        <w:rPr>
          <w:rFonts w:ascii="Franklin Gothic Book" w:hAnsi="Franklin Gothic Book"/>
        </w:rPr>
        <w:t xml:space="preserve">final </w:t>
      </w:r>
      <w:r w:rsidRPr="002A2A51" w:rsidR="009F7513">
        <w:rPr>
          <w:rFonts w:ascii="Franklin Gothic Book" w:hAnsi="Franklin Gothic Book"/>
        </w:rPr>
        <w:t>evaluation form</w:t>
      </w:r>
    </w:p>
    <w:p w:rsidRPr="002A2A51" w:rsidR="00133309" w:rsidP="6E480A0D" w:rsidRDefault="00E223A9" w14:paraId="7A371C4F" w14:textId="538FE5A1">
      <w:pPr>
        <w:rPr>
          <w:rFonts w:ascii="Franklin Gothic Book" w:hAnsi="Franklin Gothic Book"/>
          <w:i/>
          <w:iCs/>
        </w:rPr>
      </w:pPr>
      <w:r w:rsidRPr="6E480A0D">
        <w:rPr>
          <w:rFonts w:ascii="Franklin Gothic Book" w:hAnsi="Franklin Gothic Book"/>
          <w:i/>
          <w:iCs/>
        </w:rPr>
        <w:t xml:space="preserve">The form should be completed by instructors </w:t>
      </w:r>
      <w:r w:rsidRPr="6E480A0D" w:rsidR="00ED6E12">
        <w:rPr>
          <w:rFonts w:ascii="Franklin Gothic Book" w:hAnsi="Franklin Gothic Book"/>
          <w:i/>
          <w:iCs/>
        </w:rPr>
        <w:t>at the end of the didactic component.</w:t>
      </w:r>
    </w:p>
    <w:p w:rsidR="1EB0BF06" w:rsidP="6E480A0D" w:rsidRDefault="1EB0BF06" w14:paraId="3BACBF35" w14:textId="42A077C4">
      <w:pPr>
        <w:rPr>
          <w:rFonts w:ascii="Franklin Gothic Book" w:hAnsi="Franklin Gothic Book"/>
          <w:i/>
          <w:iCs/>
        </w:rPr>
      </w:pPr>
      <w:r w:rsidRPr="6E480A0D">
        <w:rPr>
          <w:rFonts w:ascii="Franklin Gothic Book" w:hAnsi="Franklin Gothic Book"/>
          <w:i/>
          <w:iCs/>
        </w:rPr>
        <w:t xml:space="preserve">Estimated time for survey completion: up to 4 </w:t>
      </w:r>
      <w:proofErr w:type="gramStart"/>
      <w:r w:rsidRPr="6E480A0D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5068C7" w:rsidR="00FA0162" w:rsidTr="00FA0162" w14:paraId="74BE6250" w14:textId="77777777">
        <w:tc>
          <w:tcPr>
            <w:tcW w:w="5000" w:type="pct"/>
            <w:shd w:val="clear" w:color="auto" w:fill="auto"/>
            <w:vAlign w:val="center"/>
          </w:tcPr>
          <w:p w:rsidRPr="002A2A51" w:rsidR="00FA0162" w:rsidP="00AC2B2E" w:rsidRDefault="00FA0162" w14:paraId="682529B8" w14:textId="32A5B5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5068C7" w:rsidR="00E32355" w:rsidTr="00053442" w14:paraId="662C5A0A" w14:textId="77777777">
        <w:tc>
          <w:tcPr>
            <w:tcW w:w="500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2A2A51" w:rsidR="00E32355" w:rsidP="00053442" w:rsidRDefault="00920812" w14:paraId="2D2E5980" w14:textId="02269A5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Instructor</w:t>
            </w:r>
            <w:r w:rsidRPr="002A2A51" w:rsidR="001360F7">
              <w:rPr>
                <w:rFonts w:ascii="Franklin Gothic Book" w:hAnsi="Franklin Gothic Book" w:eastAsia="Times New Roman" w:cs="Arial"/>
                <w:lang w:eastAsia="en-GB"/>
              </w:rPr>
              <w:t>’s</w:t>
            </w: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 xml:space="preserve"> sector:    </w:t>
            </w:r>
            <w:r w:rsidRPr="009123C2" w:rsidR="002A2A51">
              <w:rPr>
                <w:rFonts w:ascii="Wingdings" w:hAnsi="Wingdings" w:eastAsia="Wingdings" w:cs="Wingdings"/>
              </w:rPr>
              <w:t>o</w:t>
            </w:r>
            <w:r w:rsidR="002A2A51">
              <w:t xml:space="preserve"> </w:t>
            </w:r>
            <w:r w:rsidRPr="002A2A51">
              <w:rPr>
                <w:rFonts w:ascii="Franklin Gothic Book" w:hAnsi="Franklin Gothic Book"/>
              </w:rPr>
              <w:t xml:space="preserve">Human health    </w:t>
            </w:r>
            <w:r w:rsidR="002A2A51">
              <w:rPr>
                <w:rFonts w:eastAsia="Times New Roman" w:cs="Arial"/>
                <w:lang w:eastAsia="en-GB"/>
              </w:rPr>
              <w:t xml:space="preserve"> </w:t>
            </w:r>
            <w:r w:rsidRPr="009123C2" w:rsidR="002A2A51">
              <w:rPr>
                <w:rFonts w:ascii="Wingdings" w:hAnsi="Wingdings" w:eastAsia="Wingdings" w:cs="Wingdings"/>
              </w:rPr>
              <w:t>o</w:t>
            </w:r>
            <w:r w:rsidRPr="002A2A51">
              <w:rPr>
                <w:rFonts w:ascii="Franklin Gothic Book" w:hAnsi="Franklin Gothic Book"/>
              </w:rPr>
              <w:t xml:space="preserve"> Animal health   </w:t>
            </w:r>
            <w:r w:rsidR="002A2A51">
              <w:rPr>
                <w:rFonts w:eastAsia="Times New Roman" w:cs="Arial"/>
                <w:lang w:eastAsia="en-GB"/>
              </w:rPr>
              <w:t xml:space="preserve"> </w:t>
            </w:r>
            <w:r w:rsidRPr="009123C2" w:rsidR="002A2A51">
              <w:rPr>
                <w:rFonts w:ascii="Wingdings" w:hAnsi="Wingdings" w:eastAsia="Wingdings" w:cs="Wingdings"/>
              </w:rPr>
              <w:t>o</w:t>
            </w:r>
            <w:r w:rsidRPr="002A2A51">
              <w:rPr>
                <w:rFonts w:ascii="Franklin Gothic Book" w:hAnsi="Franklin Gothic Book"/>
              </w:rPr>
              <w:t xml:space="preserve"> Environmental health</w:t>
            </w:r>
            <w:r w:rsidRPr="002A2A51" w:rsidR="00C62B5C">
              <w:rPr>
                <w:rFonts w:ascii="Franklin Gothic Book" w:hAnsi="Franklin Gothic Book"/>
              </w:rPr>
              <w:t xml:space="preserve">    </w:t>
            </w:r>
            <w:r w:rsidR="002A2A51">
              <w:rPr>
                <w:rFonts w:eastAsia="Times New Roman" w:cs="Arial"/>
                <w:lang w:eastAsia="en-GB"/>
              </w:rPr>
              <w:t xml:space="preserve"> </w:t>
            </w:r>
            <w:r w:rsidRPr="009123C2" w:rsidR="002A2A51">
              <w:rPr>
                <w:rFonts w:ascii="Wingdings" w:hAnsi="Wingdings" w:eastAsia="Wingdings" w:cs="Wingdings"/>
              </w:rPr>
              <w:t>o</w:t>
            </w:r>
            <w:r w:rsidRPr="002A2A51" w:rsidR="00C62B5C">
              <w:rPr>
                <w:rFonts w:ascii="Franklin Gothic Book" w:hAnsi="Franklin Gothic Book"/>
              </w:rPr>
              <w:t xml:space="preserve"> Other</w:t>
            </w:r>
          </w:p>
        </w:tc>
      </w:tr>
    </w:tbl>
    <w:p w:rsidRPr="002A2A51" w:rsidR="001D3745" w:rsidP="3A5783CF" w:rsidRDefault="00D2454A" w14:paraId="5B4A43FD" w14:textId="4E5A6546">
      <w:pPr>
        <w:pStyle w:val="Normal"/>
        <w:rPr>
          <w:rFonts w:ascii="Franklin Gothic Book" w:hAnsi="Franklin Gothic Book"/>
          <w:i w:val="1"/>
          <w:iCs w:val="1"/>
        </w:rPr>
      </w:pPr>
      <w:r w:rsidRPr="3A5783CF" w:rsidR="00D2454A">
        <w:rPr>
          <w:rFonts w:ascii="Franklin Gothic Book" w:hAnsi="Franklin Gothic Book"/>
          <w:b w:val="1"/>
          <w:bCs w:val="1"/>
        </w:rPr>
        <w:t xml:space="preserve">Please </w:t>
      </w:r>
      <w:r w:rsidRPr="3A5783CF" w:rsidR="001E4426">
        <w:rPr>
          <w:rFonts w:ascii="Franklin Gothic Book" w:hAnsi="Franklin Gothic Book"/>
          <w:b w:val="1"/>
          <w:bCs w:val="1"/>
        </w:rPr>
        <w:t>answer the following questions:</w:t>
      </w:r>
    </w:p>
    <w:tbl>
      <w:tblPr>
        <w:tblW w:w="5042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34"/>
        <w:gridCol w:w="5652"/>
        <w:gridCol w:w="866"/>
        <w:gridCol w:w="865"/>
        <w:gridCol w:w="865"/>
        <w:gridCol w:w="865"/>
        <w:gridCol w:w="865"/>
        <w:gridCol w:w="865"/>
        <w:gridCol w:w="865"/>
        <w:gridCol w:w="865"/>
        <w:gridCol w:w="865"/>
        <w:gridCol w:w="845"/>
      </w:tblGrid>
      <w:tr w:rsidRPr="002A2A51" w:rsidR="001E4426" w:rsidTr="00962D52" w14:paraId="0B3F68A6" w14:textId="77777777">
        <w:tc>
          <w:tcPr>
            <w:tcW w:w="5000" w:type="pct"/>
            <w:gridSpan w:val="12"/>
            <w:shd w:val="clear" w:color="auto" w:fill="F2F2F2" w:themeFill="background1" w:themeFillShade="F2"/>
            <w:hideMark/>
          </w:tcPr>
          <w:bookmarkEnd w:id="0"/>
          <w:p w:rsidRPr="002A2A51" w:rsidR="001E4426" w:rsidP="00473450" w:rsidRDefault="001E4426" w14:paraId="475461F9" w14:textId="4F9CEE0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General evaluation</w:t>
            </w:r>
          </w:p>
        </w:tc>
      </w:tr>
      <w:tr w:rsidRPr="002A2A51" w:rsidR="001E4426" w:rsidTr="006E16A1" w14:paraId="6FC31AAD" w14:textId="77777777">
        <w:tc>
          <w:tcPr>
            <w:tcW w:w="2087" w:type="pct"/>
            <w:gridSpan w:val="2"/>
            <w:shd w:val="clear" w:color="auto" w:fill="auto"/>
            <w:hideMark/>
          </w:tcPr>
          <w:p w:rsidRPr="002A2A51" w:rsidR="001E4426" w:rsidP="00473450" w:rsidRDefault="001E4426" w14:paraId="1A9E5DF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2913" w:type="pct"/>
            <w:gridSpan w:val="10"/>
            <w:shd w:val="clear" w:color="auto" w:fill="auto"/>
            <w:vAlign w:val="center"/>
            <w:hideMark/>
          </w:tcPr>
          <w:p w:rsidRPr="002A2A51" w:rsidR="001E4426" w:rsidP="00473450" w:rsidRDefault="001E4426" w14:paraId="48873594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2A2A51" w:rsidR="001E4426" w:rsidP="00473450" w:rsidRDefault="001E4426" w14:paraId="061F43BD" w14:textId="77777777">
            <w:pPr>
              <w:spacing w:before="0" w:after="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1: Extremely dissatisfied </w:t>
            </w:r>
            <w:r w:rsidRPr="002A2A51">
              <w:rPr>
                <w:rFonts w:ascii="Franklin Gothic Book" w:hAnsi="Franklin Gothic Book" w:eastAsia="Wingdings" w:cs="Wingdings"/>
                <w:sz w:val="18"/>
                <w:szCs w:val="18"/>
                <w:lang w:eastAsia="en-GB"/>
              </w:rPr>
              <w:t>à</w:t>
            </w:r>
            <w:r w:rsidRPr="002A2A51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Extremely satisfied: 10</w:t>
            </w:r>
          </w:p>
          <w:p w:rsidRPr="002A2A51" w:rsidR="001E4426" w:rsidP="00473450" w:rsidRDefault="001E4426" w14:paraId="78765C62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2A2A51" w:rsidR="001E4426" w:rsidTr="006E16A1" w14:paraId="3BD86A6A" w14:textId="77777777">
        <w:tc>
          <w:tcPr>
            <w:tcW w:w="180" w:type="pct"/>
            <w:shd w:val="clear" w:color="auto" w:fill="auto"/>
            <w:vAlign w:val="center"/>
          </w:tcPr>
          <w:p w:rsidRPr="002A2A51" w:rsidR="001E4426" w:rsidP="00473450" w:rsidRDefault="001E4426" w14:paraId="2AE36173" w14:textId="0706DB1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Pr="002A2A51" w:rsidR="001E4426" w:rsidP="00473450" w:rsidRDefault="001E4426" w14:paraId="701E435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What is your overall satisfaction with the programme?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5409E374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1A67AF63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16C01F11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63748832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0899C8C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0EB808E8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6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453A6FDE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6DE26B57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8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Pr="002A2A51" w:rsidR="001E4426" w:rsidP="00473450" w:rsidRDefault="001E4426" w14:paraId="223CE4B0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9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Pr="002A2A51" w:rsidR="001E4426" w:rsidP="00473450" w:rsidRDefault="001E4426" w14:paraId="151E05FD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10</w:t>
            </w:r>
          </w:p>
        </w:tc>
      </w:tr>
      <w:tr w:rsidRPr="002A2A51" w:rsidR="001E4426" w:rsidTr="006E16A1" w14:paraId="0F05DB7A" w14:textId="77777777">
        <w:tc>
          <w:tcPr>
            <w:tcW w:w="180" w:type="pct"/>
            <w:shd w:val="clear" w:color="auto" w:fill="auto"/>
          </w:tcPr>
          <w:p w:rsidRPr="002A2A51" w:rsidR="001E4426" w:rsidP="00473450" w:rsidRDefault="001E4426" w14:paraId="7877447D" w14:textId="670DC76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A2.</w:t>
            </w:r>
          </w:p>
        </w:tc>
        <w:tc>
          <w:tcPr>
            <w:tcW w:w="4820" w:type="pct"/>
            <w:gridSpan w:val="11"/>
            <w:shd w:val="clear" w:color="auto" w:fill="auto"/>
            <w:vAlign w:val="center"/>
          </w:tcPr>
          <w:p w:rsidRPr="002A2A51" w:rsidR="001E4426" w:rsidP="001E4426" w:rsidRDefault="001E4426" w14:paraId="27E7DF27" w14:textId="287AE3C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What worked well</w:t>
            </w:r>
            <w:r w:rsidRPr="002A2A51" w:rsidR="00D25AB5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 during the programme</w:t>
            </w:r>
            <w:r w:rsidRPr="002A2A51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?</w:t>
            </w:r>
          </w:p>
          <w:p w:rsidRPr="002A2A51" w:rsidR="001E4426" w:rsidP="00B134E8" w:rsidRDefault="001E4426" w14:paraId="1FC977CE" w14:textId="145F526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2A2A51" w:rsidR="001E4426" w:rsidTr="006E16A1" w14:paraId="1FD35653" w14:textId="77777777">
        <w:tc>
          <w:tcPr>
            <w:tcW w:w="180" w:type="pct"/>
            <w:shd w:val="clear" w:color="auto" w:fill="auto"/>
          </w:tcPr>
          <w:p w:rsidRPr="002A2A51" w:rsidR="001E4426" w:rsidP="00473450" w:rsidRDefault="001E4426" w14:paraId="0998ECD5" w14:textId="5C97A9A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4820" w:type="pct"/>
            <w:gridSpan w:val="11"/>
            <w:shd w:val="clear" w:color="auto" w:fill="auto"/>
            <w:vAlign w:val="center"/>
          </w:tcPr>
          <w:p w:rsidRPr="002A2A51" w:rsidR="001E4426" w:rsidP="00473450" w:rsidRDefault="001E4426" w14:paraId="1D828F89" w14:textId="3FBD56C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What did not work well</w:t>
            </w:r>
            <w:r w:rsidRPr="002A2A51" w:rsidR="00D25AB5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 during the programme</w:t>
            </w:r>
            <w:r w:rsidRPr="002A2A51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?</w:t>
            </w:r>
          </w:p>
          <w:p w:rsidRPr="002A2A51" w:rsidR="001E4426" w:rsidP="00473450" w:rsidRDefault="001E4426" w14:paraId="4AC26CC3" w14:textId="2EAF7E0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2A2A51" w:rsidR="001E4426" w:rsidTr="006E16A1" w14:paraId="501B6822" w14:textId="77777777">
        <w:tc>
          <w:tcPr>
            <w:tcW w:w="180" w:type="pct"/>
            <w:shd w:val="clear" w:color="auto" w:fill="auto"/>
          </w:tcPr>
          <w:p w:rsidRPr="002A2A51" w:rsidR="001E4426" w:rsidP="00473450" w:rsidRDefault="001E4426" w14:paraId="1943C254" w14:textId="7DAA95C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4820" w:type="pct"/>
            <w:gridSpan w:val="11"/>
            <w:shd w:val="clear" w:color="auto" w:fill="auto"/>
            <w:vAlign w:val="center"/>
          </w:tcPr>
          <w:p w:rsidRPr="002A2A51" w:rsidR="001E4426" w:rsidP="00473450" w:rsidRDefault="001E4426" w14:paraId="6886512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2A2A51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Please provide overall comments, suggestions, recommendations, and points for improvement of the Programme:</w:t>
            </w:r>
          </w:p>
          <w:p w:rsidRPr="002A2A51" w:rsidR="001E4426" w:rsidP="00473450" w:rsidRDefault="001E4426" w14:paraId="0FA3EE4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2A2A51" w:rsidR="001E4426" w:rsidP="00473450" w:rsidRDefault="001E4426" w14:paraId="5782CDBB" w14:textId="03E552B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2A2A51" w:rsidR="00BE0F1B" w:rsidP="34B4ACF8" w:rsidRDefault="001D3745" w14:paraId="5C35089D" w14:textId="011807FD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34B4ACF8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34B4ACF8" w:rsidR="2686DC0C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2A2A51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65BE" w:rsidP="004F624B" w:rsidRDefault="002C65BE" w14:paraId="422DB50F" w14:textId="77777777">
      <w:pPr>
        <w:spacing w:after="0" w:line="240" w:lineRule="auto"/>
      </w:pPr>
      <w:r>
        <w:separator/>
      </w:r>
    </w:p>
  </w:endnote>
  <w:endnote w:type="continuationSeparator" w:id="0">
    <w:p w:rsidR="002C65BE" w:rsidP="004F624B" w:rsidRDefault="002C65BE" w14:paraId="6B8C2909" w14:textId="77777777">
      <w:pPr>
        <w:spacing w:after="0" w:line="240" w:lineRule="auto"/>
      </w:pPr>
      <w:r>
        <w:continuationSeparator/>
      </w:r>
    </w:p>
  </w:endnote>
  <w:endnote w:type="continuationNotice" w:id="1">
    <w:p w:rsidR="002C65BE" w:rsidRDefault="002C65BE" w14:paraId="12FEF828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AB74C6" w14:paraId="482F11EE" w14:textId="5DC53667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Instructor</w:t>
    </w:r>
    <w:r w:rsidR="00F7287B">
      <w:rPr>
        <w:sz w:val="20"/>
        <w:szCs w:val="20"/>
      </w:rPr>
      <w:t xml:space="preserve"> </w:t>
    </w:r>
    <w:r w:rsidR="00ED6E12">
      <w:rPr>
        <w:sz w:val="20"/>
        <w:szCs w:val="20"/>
      </w:rPr>
      <w:t>Final</w:t>
    </w:r>
    <w:r w:rsidRPr="003A7FAF" w:rsidR="00ED6E12">
      <w:rPr>
        <w:sz w:val="20"/>
        <w:szCs w:val="20"/>
      </w:rPr>
      <w:t xml:space="preserve"> </w:t>
    </w:r>
    <w:r w:rsidRPr="003A7FAF" w:rsidR="009F7513">
      <w:rPr>
        <w:sz w:val="20"/>
        <w:szCs w:val="20"/>
      </w:rPr>
      <w:t xml:space="preserve">Evaluation </w:t>
    </w:r>
    <w:proofErr w:type="gramStart"/>
    <w:r w:rsidRPr="003A7FAF" w:rsidR="009F7513">
      <w:rPr>
        <w:sz w:val="20"/>
        <w:szCs w:val="20"/>
      </w:rPr>
      <w:t>Form</w:t>
    </w:r>
    <w:r w:rsidR="003A7FAF">
      <w:rPr>
        <w:b/>
        <w:bCs/>
        <w:sz w:val="20"/>
        <w:szCs w:val="20"/>
      </w:rPr>
      <w:t xml:space="preserve">  </w:t>
    </w:r>
    <w:r w:rsidRPr="00BD3768" w:rsidR="001D3745">
      <w:rPr>
        <w:b/>
        <w:bCs/>
        <w:sz w:val="20"/>
        <w:szCs w:val="20"/>
      </w:rPr>
      <w:tab/>
    </w:r>
    <w:proofErr w:type="gramEnd"/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65BE" w:rsidP="004F624B" w:rsidRDefault="002C65BE" w14:paraId="6D396D7E" w14:textId="77777777">
      <w:pPr>
        <w:spacing w:after="0" w:line="240" w:lineRule="auto"/>
      </w:pPr>
      <w:r>
        <w:separator/>
      </w:r>
    </w:p>
  </w:footnote>
  <w:footnote w:type="continuationSeparator" w:id="0">
    <w:p w:rsidR="002C65BE" w:rsidP="004F624B" w:rsidRDefault="002C65BE" w14:paraId="2B551F39" w14:textId="77777777">
      <w:pPr>
        <w:spacing w:after="0" w:line="240" w:lineRule="auto"/>
      </w:pPr>
      <w:r>
        <w:continuationSeparator/>
      </w:r>
    </w:p>
  </w:footnote>
  <w:footnote w:type="continuationNotice" w:id="1">
    <w:p w:rsidR="002C65BE" w:rsidRDefault="002C65BE" w14:paraId="1DAE1514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072B75" w14:paraId="16CF2170" w14:textId="5B8B8EFC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13F94FC9" wp14:editId="5E769D9F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pStyle w:val="List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pStyle w:val="ListBullet2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pStyle w:val="ListBullet3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39691582">
    <w:abstractNumId w:val="24"/>
  </w:num>
  <w:num w:numId="2" w16cid:durableId="1066144305">
    <w:abstractNumId w:val="8"/>
  </w:num>
  <w:num w:numId="3" w16cid:durableId="1486429920">
    <w:abstractNumId w:val="3"/>
  </w:num>
  <w:num w:numId="4" w16cid:durableId="200633746">
    <w:abstractNumId w:val="2"/>
  </w:num>
  <w:num w:numId="5" w16cid:durableId="327248292">
    <w:abstractNumId w:val="1"/>
  </w:num>
  <w:num w:numId="6" w16cid:durableId="173539384">
    <w:abstractNumId w:val="0"/>
  </w:num>
  <w:num w:numId="7" w16cid:durableId="653802986">
    <w:abstractNumId w:val="9"/>
  </w:num>
  <w:num w:numId="8" w16cid:durableId="476382122">
    <w:abstractNumId w:val="7"/>
  </w:num>
  <w:num w:numId="9" w16cid:durableId="1167212513">
    <w:abstractNumId w:val="6"/>
  </w:num>
  <w:num w:numId="10" w16cid:durableId="1937472827">
    <w:abstractNumId w:val="5"/>
  </w:num>
  <w:num w:numId="11" w16cid:durableId="681586300">
    <w:abstractNumId w:val="4"/>
  </w:num>
  <w:num w:numId="12" w16cid:durableId="832573405">
    <w:abstractNumId w:val="14"/>
  </w:num>
  <w:num w:numId="13" w16cid:durableId="1783916716">
    <w:abstractNumId w:val="25"/>
  </w:num>
  <w:num w:numId="14" w16cid:durableId="974600303">
    <w:abstractNumId w:val="16"/>
  </w:num>
  <w:num w:numId="15" w16cid:durableId="1961718972">
    <w:abstractNumId w:val="21"/>
  </w:num>
  <w:num w:numId="16" w16cid:durableId="2648506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80732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1573634">
    <w:abstractNumId w:val="15"/>
  </w:num>
  <w:num w:numId="19" w16cid:durableId="995838169">
    <w:abstractNumId w:val="17"/>
  </w:num>
  <w:num w:numId="20" w16cid:durableId="734741619">
    <w:abstractNumId w:val="11"/>
  </w:num>
  <w:num w:numId="21" w16cid:durableId="1323238175">
    <w:abstractNumId w:val="22"/>
  </w:num>
  <w:num w:numId="22" w16cid:durableId="1299652000">
    <w:abstractNumId w:val="18"/>
  </w:num>
  <w:num w:numId="23" w16cid:durableId="596717096">
    <w:abstractNumId w:val="27"/>
  </w:num>
  <w:num w:numId="24" w16cid:durableId="1796748050">
    <w:abstractNumId w:val="19"/>
  </w:num>
  <w:num w:numId="25" w16cid:durableId="613246957">
    <w:abstractNumId w:val="23"/>
  </w:num>
  <w:num w:numId="26" w16cid:durableId="1724402724">
    <w:abstractNumId w:val="20"/>
  </w:num>
  <w:num w:numId="27" w16cid:durableId="880481002">
    <w:abstractNumId w:val="10"/>
  </w:num>
  <w:num w:numId="28" w16cid:durableId="1850480095">
    <w:abstractNumId w:val="12"/>
  </w:num>
  <w:num w:numId="29" w16cid:durableId="2098866392">
    <w:abstractNumId w:val="13"/>
  </w:num>
  <w:num w:numId="30" w16cid:durableId="592787670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1671F"/>
    <w:rsid w:val="00017CB6"/>
    <w:rsid w:val="000226F8"/>
    <w:rsid w:val="000253E0"/>
    <w:rsid w:val="000344F9"/>
    <w:rsid w:val="00046C1B"/>
    <w:rsid w:val="0005012B"/>
    <w:rsid w:val="00052BDB"/>
    <w:rsid w:val="00052E5A"/>
    <w:rsid w:val="00055C30"/>
    <w:rsid w:val="00061764"/>
    <w:rsid w:val="00062338"/>
    <w:rsid w:val="00072B75"/>
    <w:rsid w:val="0007412A"/>
    <w:rsid w:val="00086204"/>
    <w:rsid w:val="00086A3A"/>
    <w:rsid w:val="000947F0"/>
    <w:rsid w:val="000A0B1C"/>
    <w:rsid w:val="000A535B"/>
    <w:rsid w:val="000A6B6F"/>
    <w:rsid w:val="000B4F64"/>
    <w:rsid w:val="000C1688"/>
    <w:rsid w:val="000C3BBF"/>
    <w:rsid w:val="000D0458"/>
    <w:rsid w:val="000E7CA9"/>
    <w:rsid w:val="000F41B8"/>
    <w:rsid w:val="00101F13"/>
    <w:rsid w:val="00107A58"/>
    <w:rsid w:val="00111400"/>
    <w:rsid w:val="00112E60"/>
    <w:rsid w:val="00114AAC"/>
    <w:rsid w:val="00115FBD"/>
    <w:rsid w:val="00133309"/>
    <w:rsid w:val="001360F7"/>
    <w:rsid w:val="00136358"/>
    <w:rsid w:val="00136C60"/>
    <w:rsid w:val="00143183"/>
    <w:rsid w:val="00143B28"/>
    <w:rsid w:val="001469C5"/>
    <w:rsid w:val="00150481"/>
    <w:rsid w:val="00151F88"/>
    <w:rsid w:val="00156464"/>
    <w:rsid w:val="00157B65"/>
    <w:rsid w:val="00166D7D"/>
    <w:rsid w:val="00170306"/>
    <w:rsid w:val="00172583"/>
    <w:rsid w:val="00172B6E"/>
    <w:rsid w:val="001733E7"/>
    <w:rsid w:val="00175EA8"/>
    <w:rsid w:val="00182995"/>
    <w:rsid w:val="0018664D"/>
    <w:rsid w:val="001872D5"/>
    <w:rsid w:val="00190F3D"/>
    <w:rsid w:val="001A03E0"/>
    <w:rsid w:val="001A127B"/>
    <w:rsid w:val="001D0043"/>
    <w:rsid w:val="001D14F0"/>
    <w:rsid w:val="001D1E06"/>
    <w:rsid w:val="001D2108"/>
    <w:rsid w:val="001D3745"/>
    <w:rsid w:val="001E029B"/>
    <w:rsid w:val="001E4426"/>
    <w:rsid w:val="001E71D6"/>
    <w:rsid w:val="00200254"/>
    <w:rsid w:val="002071A3"/>
    <w:rsid w:val="00215318"/>
    <w:rsid w:val="00216E8D"/>
    <w:rsid w:val="00216FF6"/>
    <w:rsid w:val="00227E28"/>
    <w:rsid w:val="00231181"/>
    <w:rsid w:val="002317C6"/>
    <w:rsid w:val="002345B2"/>
    <w:rsid w:val="0024296E"/>
    <w:rsid w:val="00244714"/>
    <w:rsid w:val="002520C4"/>
    <w:rsid w:val="002550C6"/>
    <w:rsid w:val="00264191"/>
    <w:rsid w:val="00274EF9"/>
    <w:rsid w:val="00280D3F"/>
    <w:rsid w:val="0028604D"/>
    <w:rsid w:val="002904C9"/>
    <w:rsid w:val="00290CF0"/>
    <w:rsid w:val="002A2461"/>
    <w:rsid w:val="002A2A51"/>
    <w:rsid w:val="002A6296"/>
    <w:rsid w:val="002B0BD3"/>
    <w:rsid w:val="002B6D91"/>
    <w:rsid w:val="002C65BE"/>
    <w:rsid w:val="002D18B3"/>
    <w:rsid w:val="002D1DF9"/>
    <w:rsid w:val="002D2961"/>
    <w:rsid w:val="002E19DC"/>
    <w:rsid w:val="002E4E54"/>
    <w:rsid w:val="002E5507"/>
    <w:rsid w:val="003000BA"/>
    <w:rsid w:val="00302259"/>
    <w:rsid w:val="00312F4B"/>
    <w:rsid w:val="0031351F"/>
    <w:rsid w:val="003165F7"/>
    <w:rsid w:val="00320007"/>
    <w:rsid w:val="00323C7F"/>
    <w:rsid w:val="00326028"/>
    <w:rsid w:val="00331BA4"/>
    <w:rsid w:val="00332DEB"/>
    <w:rsid w:val="00333663"/>
    <w:rsid w:val="003463DA"/>
    <w:rsid w:val="00346AD2"/>
    <w:rsid w:val="00350662"/>
    <w:rsid w:val="00352133"/>
    <w:rsid w:val="00354BEC"/>
    <w:rsid w:val="00356894"/>
    <w:rsid w:val="003760AE"/>
    <w:rsid w:val="00384CAA"/>
    <w:rsid w:val="00390AD6"/>
    <w:rsid w:val="003933ED"/>
    <w:rsid w:val="00394138"/>
    <w:rsid w:val="00394314"/>
    <w:rsid w:val="00396223"/>
    <w:rsid w:val="00397C34"/>
    <w:rsid w:val="003A0DFF"/>
    <w:rsid w:val="003A2A3A"/>
    <w:rsid w:val="003A7FAF"/>
    <w:rsid w:val="003B76C5"/>
    <w:rsid w:val="003C4483"/>
    <w:rsid w:val="003D0076"/>
    <w:rsid w:val="003D129F"/>
    <w:rsid w:val="003D4DA3"/>
    <w:rsid w:val="003D6D55"/>
    <w:rsid w:val="003D78FC"/>
    <w:rsid w:val="003E40B8"/>
    <w:rsid w:val="003F2BE1"/>
    <w:rsid w:val="003F3CD2"/>
    <w:rsid w:val="003F5AA7"/>
    <w:rsid w:val="003F7FFE"/>
    <w:rsid w:val="00402507"/>
    <w:rsid w:val="00404274"/>
    <w:rsid w:val="00406509"/>
    <w:rsid w:val="00407750"/>
    <w:rsid w:val="00414206"/>
    <w:rsid w:val="0042183E"/>
    <w:rsid w:val="004221EE"/>
    <w:rsid w:val="00427E9A"/>
    <w:rsid w:val="00430AD2"/>
    <w:rsid w:val="004411E6"/>
    <w:rsid w:val="00441B42"/>
    <w:rsid w:val="00442495"/>
    <w:rsid w:val="00443A0F"/>
    <w:rsid w:val="00444D37"/>
    <w:rsid w:val="00453ACA"/>
    <w:rsid w:val="00454896"/>
    <w:rsid w:val="00462890"/>
    <w:rsid w:val="00464DFB"/>
    <w:rsid w:val="00467958"/>
    <w:rsid w:val="0047073C"/>
    <w:rsid w:val="0047353F"/>
    <w:rsid w:val="0047359A"/>
    <w:rsid w:val="0047656F"/>
    <w:rsid w:val="00476A1F"/>
    <w:rsid w:val="004777D3"/>
    <w:rsid w:val="00490BAD"/>
    <w:rsid w:val="004A08B5"/>
    <w:rsid w:val="004A1871"/>
    <w:rsid w:val="004A4D0A"/>
    <w:rsid w:val="004B331F"/>
    <w:rsid w:val="004B4A0A"/>
    <w:rsid w:val="004B5044"/>
    <w:rsid w:val="004B78D1"/>
    <w:rsid w:val="004B7C67"/>
    <w:rsid w:val="004C4DDB"/>
    <w:rsid w:val="004C4F67"/>
    <w:rsid w:val="004C6218"/>
    <w:rsid w:val="004E62EE"/>
    <w:rsid w:val="004E66A4"/>
    <w:rsid w:val="004F4B65"/>
    <w:rsid w:val="004F624B"/>
    <w:rsid w:val="004F6283"/>
    <w:rsid w:val="00501AC4"/>
    <w:rsid w:val="00507CBE"/>
    <w:rsid w:val="00512DAF"/>
    <w:rsid w:val="00515A4D"/>
    <w:rsid w:val="00515EF9"/>
    <w:rsid w:val="00521F84"/>
    <w:rsid w:val="0052335B"/>
    <w:rsid w:val="00536F96"/>
    <w:rsid w:val="00540894"/>
    <w:rsid w:val="005504B2"/>
    <w:rsid w:val="00556613"/>
    <w:rsid w:val="00556FDA"/>
    <w:rsid w:val="00564D83"/>
    <w:rsid w:val="00564E4D"/>
    <w:rsid w:val="00567655"/>
    <w:rsid w:val="0057270B"/>
    <w:rsid w:val="00574C98"/>
    <w:rsid w:val="0057507D"/>
    <w:rsid w:val="00576C91"/>
    <w:rsid w:val="0059102A"/>
    <w:rsid w:val="00593844"/>
    <w:rsid w:val="0059405C"/>
    <w:rsid w:val="005A1E9C"/>
    <w:rsid w:val="005B518A"/>
    <w:rsid w:val="005B733B"/>
    <w:rsid w:val="005C6EBD"/>
    <w:rsid w:val="005D4E2B"/>
    <w:rsid w:val="005D585C"/>
    <w:rsid w:val="005E5674"/>
    <w:rsid w:val="005E5FCB"/>
    <w:rsid w:val="005E798A"/>
    <w:rsid w:val="005F4C69"/>
    <w:rsid w:val="005F61B5"/>
    <w:rsid w:val="005F78F1"/>
    <w:rsid w:val="005F7AA2"/>
    <w:rsid w:val="006170DE"/>
    <w:rsid w:val="0062370B"/>
    <w:rsid w:val="00631B76"/>
    <w:rsid w:val="006349C5"/>
    <w:rsid w:val="0063528F"/>
    <w:rsid w:val="006363CA"/>
    <w:rsid w:val="00637F5D"/>
    <w:rsid w:val="00642ABD"/>
    <w:rsid w:val="006431D1"/>
    <w:rsid w:val="006436E1"/>
    <w:rsid w:val="00646925"/>
    <w:rsid w:val="00651AC2"/>
    <w:rsid w:val="00652CF7"/>
    <w:rsid w:val="006557B8"/>
    <w:rsid w:val="006606AD"/>
    <w:rsid w:val="00665990"/>
    <w:rsid w:val="00665AE7"/>
    <w:rsid w:val="00666046"/>
    <w:rsid w:val="00667D02"/>
    <w:rsid w:val="0067183E"/>
    <w:rsid w:val="00683768"/>
    <w:rsid w:val="00683F8C"/>
    <w:rsid w:val="00690479"/>
    <w:rsid w:val="0069556F"/>
    <w:rsid w:val="006A713F"/>
    <w:rsid w:val="006B164D"/>
    <w:rsid w:val="006B476E"/>
    <w:rsid w:val="006B78E2"/>
    <w:rsid w:val="006C102A"/>
    <w:rsid w:val="006C24A0"/>
    <w:rsid w:val="006C5F9D"/>
    <w:rsid w:val="006E16A1"/>
    <w:rsid w:val="006E1BA5"/>
    <w:rsid w:val="006F0E46"/>
    <w:rsid w:val="006F47F5"/>
    <w:rsid w:val="006F5E8F"/>
    <w:rsid w:val="006F681F"/>
    <w:rsid w:val="0070292C"/>
    <w:rsid w:val="0071298C"/>
    <w:rsid w:val="00713404"/>
    <w:rsid w:val="007157B6"/>
    <w:rsid w:val="0072712E"/>
    <w:rsid w:val="007334C2"/>
    <w:rsid w:val="007337FA"/>
    <w:rsid w:val="007364B5"/>
    <w:rsid w:val="007456F3"/>
    <w:rsid w:val="0074595C"/>
    <w:rsid w:val="007508AB"/>
    <w:rsid w:val="007513A8"/>
    <w:rsid w:val="00753A17"/>
    <w:rsid w:val="00766BBD"/>
    <w:rsid w:val="007728CB"/>
    <w:rsid w:val="00773665"/>
    <w:rsid w:val="00773DB7"/>
    <w:rsid w:val="007811D3"/>
    <w:rsid w:val="00783689"/>
    <w:rsid w:val="0078719A"/>
    <w:rsid w:val="00796BF1"/>
    <w:rsid w:val="007A334F"/>
    <w:rsid w:val="007A5739"/>
    <w:rsid w:val="007C5033"/>
    <w:rsid w:val="007D0FA3"/>
    <w:rsid w:val="007D4403"/>
    <w:rsid w:val="007E3AC0"/>
    <w:rsid w:val="007E434F"/>
    <w:rsid w:val="007E6C9B"/>
    <w:rsid w:val="007F0EF0"/>
    <w:rsid w:val="007F34BE"/>
    <w:rsid w:val="007F43C5"/>
    <w:rsid w:val="00804E16"/>
    <w:rsid w:val="0080551D"/>
    <w:rsid w:val="00807B60"/>
    <w:rsid w:val="00811768"/>
    <w:rsid w:val="0081231A"/>
    <w:rsid w:val="00815D4F"/>
    <w:rsid w:val="008201E7"/>
    <w:rsid w:val="008206D2"/>
    <w:rsid w:val="008310BA"/>
    <w:rsid w:val="00835004"/>
    <w:rsid w:val="00842745"/>
    <w:rsid w:val="00844365"/>
    <w:rsid w:val="008505E1"/>
    <w:rsid w:val="008507E4"/>
    <w:rsid w:val="008561D6"/>
    <w:rsid w:val="00861135"/>
    <w:rsid w:val="00861B2B"/>
    <w:rsid w:val="008652E3"/>
    <w:rsid w:val="00871822"/>
    <w:rsid w:val="00877EFD"/>
    <w:rsid w:val="0088145C"/>
    <w:rsid w:val="008951F5"/>
    <w:rsid w:val="008A5A7A"/>
    <w:rsid w:val="008A6FD0"/>
    <w:rsid w:val="008B4EDC"/>
    <w:rsid w:val="008C03BE"/>
    <w:rsid w:val="008C3D32"/>
    <w:rsid w:val="008C4C66"/>
    <w:rsid w:val="008C5AC6"/>
    <w:rsid w:val="008C5DAB"/>
    <w:rsid w:val="008D4320"/>
    <w:rsid w:val="008D4C95"/>
    <w:rsid w:val="008D634F"/>
    <w:rsid w:val="008E3E73"/>
    <w:rsid w:val="008E6D6D"/>
    <w:rsid w:val="008F1A6C"/>
    <w:rsid w:val="008F477D"/>
    <w:rsid w:val="008F5561"/>
    <w:rsid w:val="008F72EC"/>
    <w:rsid w:val="00900063"/>
    <w:rsid w:val="00900373"/>
    <w:rsid w:val="00910E21"/>
    <w:rsid w:val="00912791"/>
    <w:rsid w:val="00920812"/>
    <w:rsid w:val="00921965"/>
    <w:rsid w:val="00922351"/>
    <w:rsid w:val="009226FE"/>
    <w:rsid w:val="0093012C"/>
    <w:rsid w:val="00931310"/>
    <w:rsid w:val="00934C4A"/>
    <w:rsid w:val="009431AE"/>
    <w:rsid w:val="00944648"/>
    <w:rsid w:val="00945453"/>
    <w:rsid w:val="00952BE2"/>
    <w:rsid w:val="00960A16"/>
    <w:rsid w:val="00962D52"/>
    <w:rsid w:val="009644EC"/>
    <w:rsid w:val="009704A7"/>
    <w:rsid w:val="00972E71"/>
    <w:rsid w:val="009834D8"/>
    <w:rsid w:val="00986C23"/>
    <w:rsid w:val="00990CA1"/>
    <w:rsid w:val="00991593"/>
    <w:rsid w:val="009A6F96"/>
    <w:rsid w:val="009B7504"/>
    <w:rsid w:val="009C2917"/>
    <w:rsid w:val="009C452E"/>
    <w:rsid w:val="009D3487"/>
    <w:rsid w:val="009D4C75"/>
    <w:rsid w:val="009E11F5"/>
    <w:rsid w:val="009E4A1D"/>
    <w:rsid w:val="009F3186"/>
    <w:rsid w:val="009F7513"/>
    <w:rsid w:val="009F7EAC"/>
    <w:rsid w:val="00A15F1B"/>
    <w:rsid w:val="00A21981"/>
    <w:rsid w:val="00A25210"/>
    <w:rsid w:val="00A25C27"/>
    <w:rsid w:val="00A27F45"/>
    <w:rsid w:val="00A32BF3"/>
    <w:rsid w:val="00A35DFC"/>
    <w:rsid w:val="00A400AC"/>
    <w:rsid w:val="00A53461"/>
    <w:rsid w:val="00A54663"/>
    <w:rsid w:val="00A663D4"/>
    <w:rsid w:val="00A72CFF"/>
    <w:rsid w:val="00A94821"/>
    <w:rsid w:val="00AA0791"/>
    <w:rsid w:val="00AA1DE0"/>
    <w:rsid w:val="00AA39DC"/>
    <w:rsid w:val="00AA4401"/>
    <w:rsid w:val="00AA4832"/>
    <w:rsid w:val="00AA4CBB"/>
    <w:rsid w:val="00AA5FD2"/>
    <w:rsid w:val="00AB0697"/>
    <w:rsid w:val="00AB53AC"/>
    <w:rsid w:val="00AB616E"/>
    <w:rsid w:val="00AB6436"/>
    <w:rsid w:val="00AB74C6"/>
    <w:rsid w:val="00AB74CA"/>
    <w:rsid w:val="00AC1AAD"/>
    <w:rsid w:val="00AC243B"/>
    <w:rsid w:val="00AC64BD"/>
    <w:rsid w:val="00AD46D4"/>
    <w:rsid w:val="00AD656D"/>
    <w:rsid w:val="00AE6741"/>
    <w:rsid w:val="00AF2C4F"/>
    <w:rsid w:val="00AF2E0E"/>
    <w:rsid w:val="00AF3ECF"/>
    <w:rsid w:val="00B11B7E"/>
    <w:rsid w:val="00B134E8"/>
    <w:rsid w:val="00B21230"/>
    <w:rsid w:val="00B22F6B"/>
    <w:rsid w:val="00B2445F"/>
    <w:rsid w:val="00B26014"/>
    <w:rsid w:val="00B26813"/>
    <w:rsid w:val="00B31995"/>
    <w:rsid w:val="00B35DE6"/>
    <w:rsid w:val="00B4662E"/>
    <w:rsid w:val="00B5433C"/>
    <w:rsid w:val="00B543C2"/>
    <w:rsid w:val="00B54F06"/>
    <w:rsid w:val="00B55DD8"/>
    <w:rsid w:val="00B569F6"/>
    <w:rsid w:val="00B578CD"/>
    <w:rsid w:val="00B64E61"/>
    <w:rsid w:val="00B677E8"/>
    <w:rsid w:val="00B749BF"/>
    <w:rsid w:val="00B760A6"/>
    <w:rsid w:val="00B81992"/>
    <w:rsid w:val="00B82692"/>
    <w:rsid w:val="00B8433B"/>
    <w:rsid w:val="00B92589"/>
    <w:rsid w:val="00BA0FF4"/>
    <w:rsid w:val="00BB5757"/>
    <w:rsid w:val="00BD3768"/>
    <w:rsid w:val="00BD6777"/>
    <w:rsid w:val="00BE0F1B"/>
    <w:rsid w:val="00BF12A3"/>
    <w:rsid w:val="00C04B34"/>
    <w:rsid w:val="00C0657A"/>
    <w:rsid w:val="00C068C4"/>
    <w:rsid w:val="00C06A2D"/>
    <w:rsid w:val="00C125CD"/>
    <w:rsid w:val="00C1293E"/>
    <w:rsid w:val="00C13E1A"/>
    <w:rsid w:val="00C154E0"/>
    <w:rsid w:val="00C23D6A"/>
    <w:rsid w:val="00C27D86"/>
    <w:rsid w:val="00C305D5"/>
    <w:rsid w:val="00C3507B"/>
    <w:rsid w:val="00C47A76"/>
    <w:rsid w:val="00C570CF"/>
    <w:rsid w:val="00C6049A"/>
    <w:rsid w:val="00C62B5C"/>
    <w:rsid w:val="00C635C8"/>
    <w:rsid w:val="00C714EC"/>
    <w:rsid w:val="00C77315"/>
    <w:rsid w:val="00C82327"/>
    <w:rsid w:val="00C92D0F"/>
    <w:rsid w:val="00C957BE"/>
    <w:rsid w:val="00CA64F8"/>
    <w:rsid w:val="00CB53FE"/>
    <w:rsid w:val="00CB6B4A"/>
    <w:rsid w:val="00CD1319"/>
    <w:rsid w:val="00CD1E8E"/>
    <w:rsid w:val="00CD36B4"/>
    <w:rsid w:val="00CD3B8F"/>
    <w:rsid w:val="00CE2DCC"/>
    <w:rsid w:val="00CE6793"/>
    <w:rsid w:val="00CE751F"/>
    <w:rsid w:val="00D0710F"/>
    <w:rsid w:val="00D1348B"/>
    <w:rsid w:val="00D15662"/>
    <w:rsid w:val="00D15914"/>
    <w:rsid w:val="00D1710A"/>
    <w:rsid w:val="00D21250"/>
    <w:rsid w:val="00D233F8"/>
    <w:rsid w:val="00D2454A"/>
    <w:rsid w:val="00D25AB5"/>
    <w:rsid w:val="00D26548"/>
    <w:rsid w:val="00D30B22"/>
    <w:rsid w:val="00D32041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0FB8"/>
    <w:rsid w:val="00D63094"/>
    <w:rsid w:val="00D65910"/>
    <w:rsid w:val="00D71FE4"/>
    <w:rsid w:val="00D72D03"/>
    <w:rsid w:val="00D754E3"/>
    <w:rsid w:val="00D97606"/>
    <w:rsid w:val="00DB1B80"/>
    <w:rsid w:val="00DB4D91"/>
    <w:rsid w:val="00DC0747"/>
    <w:rsid w:val="00DC1B37"/>
    <w:rsid w:val="00DC2F02"/>
    <w:rsid w:val="00DC4094"/>
    <w:rsid w:val="00DC67EB"/>
    <w:rsid w:val="00DC7E10"/>
    <w:rsid w:val="00DD1F14"/>
    <w:rsid w:val="00DD382C"/>
    <w:rsid w:val="00DE581F"/>
    <w:rsid w:val="00DE7B0F"/>
    <w:rsid w:val="00DF3910"/>
    <w:rsid w:val="00DF4890"/>
    <w:rsid w:val="00E1166A"/>
    <w:rsid w:val="00E16653"/>
    <w:rsid w:val="00E223A9"/>
    <w:rsid w:val="00E231A1"/>
    <w:rsid w:val="00E30F31"/>
    <w:rsid w:val="00E32355"/>
    <w:rsid w:val="00E36CC4"/>
    <w:rsid w:val="00E36F80"/>
    <w:rsid w:val="00E51332"/>
    <w:rsid w:val="00E52451"/>
    <w:rsid w:val="00E535D2"/>
    <w:rsid w:val="00E57F1F"/>
    <w:rsid w:val="00E61AD8"/>
    <w:rsid w:val="00E671C6"/>
    <w:rsid w:val="00E768F6"/>
    <w:rsid w:val="00E8276D"/>
    <w:rsid w:val="00E84EF6"/>
    <w:rsid w:val="00E907E6"/>
    <w:rsid w:val="00E976C1"/>
    <w:rsid w:val="00E97F40"/>
    <w:rsid w:val="00EC4789"/>
    <w:rsid w:val="00EC4BBB"/>
    <w:rsid w:val="00ED0D2E"/>
    <w:rsid w:val="00ED19E3"/>
    <w:rsid w:val="00ED3A97"/>
    <w:rsid w:val="00ED5BC2"/>
    <w:rsid w:val="00ED6E12"/>
    <w:rsid w:val="00ED75DB"/>
    <w:rsid w:val="00EE286A"/>
    <w:rsid w:val="00EE3E28"/>
    <w:rsid w:val="00EF0025"/>
    <w:rsid w:val="00EF1E66"/>
    <w:rsid w:val="00F0175F"/>
    <w:rsid w:val="00F01766"/>
    <w:rsid w:val="00F07A18"/>
    <w:rsid w:val="00F150DE"/>
    <w:rsid w:val="00F243B2"/>
    <w:rsid w:val="00F277D8"/>
    <w:rsid w:val="00F27F03"/>
    <w:rsid w:val="00F31433"/>
    <w:rsid w:val="00F446F0"/>
    <w:rsid w:val="00F51230"/>
    <w:rsid w:val="00F513E9"/>
    <w:rsid w:val="00F62340"/>
    <w:rsid w:val="00F6443B"/>
    <w:rsid w:val="00F650A3"/>
    <w:rsid w:val="00F666CF"/>
    <w:rsid w:val="00F7287B"/>
    <w:rsid w:val="00F743CD"/>
    <w:rsid w:val="00F94A8B"/>
    <w:rsid w:val="00F95950"/>
    <w:rsid w:val="00FA0162"/>
    <w:rsid w:val="00FA15B0"/>
    <w:rsid w:val="00FA1ECF"/>
    <w:rsid w:val="00FA2913"/>
    <w:rsid w:val="00FA2A5D"/>
    <w:rsid w:val="00FA490F"/>
    <w:rsid w:val="00FA7FDE"/>
    <w:rsid w:val="00FB3FB7"/>
    <w:rsid w:val="00FB70BA"/>
    <w:rsid w:val="00FB7430"/>
    <w:rsid w:val="00FD17BC"/>
    <w:rsid w:val="00FD1D15"/>
    <w:rsid w:val="00FD56E6"/>
    <w:rsid w:val="00FE71A2"/>
    <w:rsid w:val="00FE72F4"/>
    <w:rsid w:val="00FF29B7"/>
    <w:rsid w:val="00FF2F84"/>
    <w:rsid w:val="00FF30E1"/>
    <w:rsid w:val="00FF4EDB"/>
    <w:rsid w:val="00FF726A"/>
    <w:rsid w:val="1EB0BF06"/>
    <w:rsid w:val="2686DC0C"/>
    <w:rsid w:val="34B4ACF8"/>
    <w:rsid w:val="3A5783CF"/>
    <w:rsid w:val="413A8F5C"/>
    <w:rsid w:val="58EC27D5"/>
    <w:rsid w:val="6E480A0D"/>
    <w:rsid w:val="7F72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B640958F-AA1A-4F2C-84BA-06825DA5EE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numPr>
        <w:numId w:val="29"/>
      </w:numPr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numPr>
        <w:ilvl w:val="1"/>
        <w:numId w:val="29"/>
      </w:numPr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numPr>
        <w:ilvl w:val="2"/>
        <w:numId w:val="29"/>
      </w:numPr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numPr>
        <w:ilvl w:val="3"/>
        <w:numId w:val="29"/>
      </w:numPr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B2095CC-5A1E-4614-9A4D-6CE99989D7B4}">
  <ds:schemaRefs>
    <ds:schemaRef ds:uri="http://schemas.microsoft.com/office/2006/documentManagement/types"/>
    <ds:schemaRef ds:uri="http://purl.org/dc/dcmitype/"/>
    <ds:schemaRef ds:uri="http://purl.org/dc/elements/1.1/"/>
    <ds:schemaRef ds:uri="129451d6-aa90-46b8-8fd9-fbe75a80caf6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6f0be81-9d97-4737-97b2-7789c5062d58"/>
  </ds:schemaRefs>
</ds:datastoreItem>
</file>

<file path=customXml/itemProps2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AD88D1-5C6B-4A28-88D1-2579D5BC6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Myrtille Prouté</dc:creator>
  <lastModifiedBy>JAGUPAROV, Alexandr</lastModifiedBy>
  <revision>139</revision>
  <lastPrinted>2023-01-26T10:47:00.0000000Z</lastPrinted>
  <dcterms:created xsi:type="dcterms:W3CDTF">2023-01-25T11:50:00.0000000Z</dcterms:created>
  <dcterms:modified xsi:type="dcterms:W3CDTF">2025-02-03T12:58:43.3162792Z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